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3A6" w:rsidRDefault="000D13A6" w:rsidP="00CC2C22">
      <w:pPr>
        <w:ind w:firstLine="709"/>
        <w:rPr>
          <w:b/>
          <w:bCs/>
        </w:rPr>
      </w:pPr>
      <w:r>
        <w:rPr>
          <w:b/>
          <w:bCs/>
        </w:rPr>
        <w:t xml:space="preserve">Внимание!!! </w:t>
      </w:r>
      <w:r w:rsidRPr="000C051F">
        <w:rPr>
          <w:b/>
          <w:bCs/>
        </w:rPr>
        <w:t>Конкурс социальной рекламы</w:t>
      </w:r>
    </w:p>
    <w:p w:rsidR="000D13A6" w:rsidRPr="000C051F" w:rsidRDefault="000D13A6" w:rsidP="00CC2C22">
      <w:pPr>
        <w:ind w:firstLine="709"/>
        <w:rPr>
          <w:b/>
          <w:bCs/>
        </w:rPr>
      </w:pPr>
    </w:p>
    <w:p w:rsidR="000D13A6" w:rsidRDefault="000D13A6" w:rsidP="00CC2C22">
      <w:pPr>
        <w:ind w:firstLine="709"/>
        <w:jc w:val="both"/>
      </w:pPr>
      <w:r w:rsidRPr="00714C64">
        <w:t xml:space="preserve">Прокуратурой </w:t>
      </w:r>
      <w:r>
        <w:t xml:space="preserve">Ростовской </w:t>
      </w:r>
      <w:r w:rsidRPr="00714C64">
        <w:t>области объявлен конкурс социальной рекламы по вопросам защиты прав детей и профилактики негативных явлений в молодежной среде</w:t>
      </w:r>
      <w:r>
        <w:t>.</w:t>
      </w:r>
    </w:p>
    <w:p w:rsidR="000D13A6" w:rsidRDefault="000D13A6" w:rsidP="00CC2C22">
      <w:pPr>
        <w:ind w:firstLine="709"/>
        <w:jc w:val="both"/>
      </w:pPr>
      <w:r w:rsidRPr="00714C64">
        <w:t>Конкурс проводится в целях нравственного воспитания детей и молодежи, уважения общечеловеческих ценностей, формирования социальной ответственности и активной гражданской позиции, привлечения внимания молодого поколения к социально значимым проблемам общества посредством вовлечения в создание социальной рекламы.</w:t>
      </w:r>
    </w:p>
    <w:p w:rsidR="000D13A6" w:rsidRDefault="000D13A6" w:rsidP="00CC2C22">
      <w:pPr>
        <w:ind w:firstLine="709"/>
        <w:jc w:val="both"/>
      </w:pPr>
      <w:r w:rsidRPr="00714C64">
        <w:t>К участию в конкурсе приглашаются граждане Российской Федерации (как отдельные авторы, так и авторские коллективы) без возрастных ограничений по следующим номинациям: «социальный видеоролик», «социальный плакат», «социальный анимационный ролик».</w:t>
      </w:r>
    </w:p>
    <w:p w:rsidR="000D13A6" w:rsidRDefault="000D13A6" w:rsidP="00CC2C22">
      <w:pPr>
        <w:ind w:firstLine="709"/>
        <w:jc w:val="both"/>
      </w:pPr>
      <w:r w:rsidRPr="009D6564">
        <w:t>Подробная информация о конкурсе, сроках его проведения, те</w:t>
      </w:r>
      <w:r>
        <w:t>хнических требованиях к роликам</w:t>
      </w:r>
      <w:r w:rsidRPr="000C051F">
        <w:t xml:space="preserve"> можно ознакомиться, перейдя по ссылке </w:t>
      </w:r>
      <w:hyperlink r:id="rId4" w:history="1">
        <w:r w:rsidRPr="00A62D04">
          <w:rPr>
            <w:rStyle w:val="Hyperlink"/>
          </w:rPr>
          <w:t>http://prokuror-rostov.ru/konkurs_soc_adv/</w:t>
        </w:r>
      </w:hyperlink>
    </w:p>
    <w:p w:rsidR="000D13A6" w:rsidRDefault="000D13A6" w:rsidP="008718B6">
      <w:pPr>
        <w:jc w:val="both"/>
      </w:pPr>
      <w:bookmarkStart w:id="0" w:name="_GoBack"/>
      <w:bookmarkEnd w:id="0"/>
    </w:p>
    <w:sectPr w:rsidR="000D13A6" w:rsidSect="00F36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7C4"/>
    <w:rsid w:val="00033E60"/>
    <w:rsid w:val="00095ECE"/>
    <w:rsid w:val="000C051F"/>
    <w:rsid w:val="000D13A6"/>
    <w:rsid w:val="0030715F"/>
    <w:rsid w:val="004C0366"/>
    <w:rsid w:val="005B07C4"/>
    <w:rsid w:val="00714C64"/>
    <w:rsid w:val="00774CC8"/>
    <w:rsid w:val="008718B6"/>
    <w:rsid w:val="009D6564"/>
    <w:rsid w:val="00A62D04"/>
    <w:rsid w:val="00BE069A"/>
    <w:rsid w:val="00CC2C22"/>
    <w:rsid w:val="00F17400"/>
    <w:rsid w:val="00F3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799"/>
    <w:pPr>
      <w:jc w:val="center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E06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C051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okuror-rostov.ru/konkurs_soc_ad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146</Words>
  <Characters>835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комп3</dc:creator>
  <cp:keywords/>
  <dc:description/>
  <cp:lastModifiedBy>Семёнова Елена</cp:lastModifiedBy>
  <cp:revision>4</cp:revision>
  <dcterms:created xsi:type="dcterms:W3CDTF">2019-08-09T06:16:00Z</dcterms:created>
  <dcterms:modified xsi:type="dcterms:W3CDTF">2019-08-13T08:25:00Z</dcterms:modified>
</cp:coreProperties>
</file>